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49A9" w14:textId="77777777" w:rsidR="00D223E3" w:rsidRPr="00ED0B92" w:rsidRDefault="00D223E3" w:rsidP="00D223E3">
      <w:pPr>
        <w:jc w:val="both"/>
        <w:rPr>
          <w:rFonts w:ascii="Calibri" w:hAnsi="Calibri" w:cs="Calibri"/>
          <w:b/>
          <w:sz w:val="20"/>
          <w:szCs w:val="20"/>
        </w:rPr>
      </w:pPr>
      <w:r w:rsidRPr="00ED0B92">
        <w:rPr>
          <w:rFonts w:ascii="Calibri" w:hAnsi="Calibri" w:cs="Calibri"/>
          <w:b/>
          <w:sz w:val="20"/>
          <w:szCs w:val="20"/>
        </w:rPr>
        <w:t>Programul Regiunea Centru</w:t>
      </w:r>
    </w:p>
    <w:p w14:paraId="2CF49A55" w14:textId="77777777" w:rsidR="00D223E3" w:rsidRPr="00ED0B92" w:rsidRDefault="00D223E3" w:rsidP="00D223E3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 xml:space="preserve">Prioritatea 1 O regiune competitivă prin inovare și întreprinderi dinamice pentru o economie inteligentă </w:t>
      </w:r>
    </w:p>
    <w:p w14:paraId="3ED182B9" w14:textId="77777777" w:rsidR="00D223E3" w:rsidRPr="00ED0B92" w:rsidRDefault="00D223E3" w:rsidP="00D223E3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>OS 1.3.  Intensificarea creșterii durabile și a competitivităţii IMM-urilor și crearea de locuri de muncă în cadrul IMM-urilor, inclusiv prin investiţii productive</w:t>
      </w:r>
    </w:p>
    <w:p w14:paraId="0690D6DE" w14:textId="77777777" w:rsidR="00D223E3" w:rsidRPr="00ED0B92" w:rsidRDefault="00D223E3" w:rsidP="00D223E3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>OS 1.4 (iv) Dezvoltarea competenţelor pentru specializare inteligentă, tranziţie</w:t>
      </w:r>
    </w:p>
    <w:p w14:paraId="7D8FA616" w14:textId="77777777" w:rsidR="00D223E3" w:rsidRPr="00ED0B92" w:rsidRDefault="00D223E3" w:rsidP="00D223E3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>industrială și antreprenoriat</w:t>
      </w:r>
    </w:p>
    <w:p w14:paraId="0AE396FA" w14:textId="77777777" w:rsidR="00D223E3" w:rsidRPr="00ED0B92" w:rsidRDefault="00D223E3" w:rsidP="00D223E3">
      <w:pPr>
        <w:rPr>
          <w:rFonts w:ascii="Calibri" w:hAnsi="Calibri" w:cs="Calibri"/>
          <w:b/>
          <w:sz w:val="20"/>
          <w:szCs w:val="20"/>
        </w:rPr>
      </w:pPr>
      <w:r w:rsidRPr="00ED0B92">
        <w:rPr>
          <w:rFonts w:ascii="Calibri" w:hAnsi="Calibri" w:cs="Calibri"/>
          <w:b/>
          <w:sz w:val="20"/>
          <w:szCs w:val="20"/>
        </w:rPr>
        <w:t>Actiunea 2: Structuri de sprijin pentru dezvoltare IMM</w:t>
      </w:r>
    </w:p>
    <w:p w14:paraId="5823A765" w14:textId="77777777" w:rsidR="00D223E3" w:rsidRPr="00ED0B92" w:rsidRDefault="00D223E3" w:rsidP="00D223E3">
      <w:pPr>
        <w:rPr>
          <w:rFonts w:ascii="Calibri" w:hAnsi="Calibri" w:cs="Calibri"/>
          <w:b/>
          <w:bCs/>
          <w:sz w:val="20"/>
          <w:szCs w:val="20"/>
        </w:rPr>
      </w:pPr>
      <w:r w:rsidRPr="00ED0B92">
        <w:rPr>
          <w:rFonts w:ascii="Calibri" w:hAnsi="Calibri" w:cs="Calibri"/>
          <w:b/>
          <w:sz w:val="20"/>
          <w:szCs w:val="20"/>
        </w:rPr>
        <w:t>Intervenția: Incubatoare si acceleratoare de afaceri</w:t>
      </w:r>
    </w:p>
    <w:p w14:paraId="7A73DD9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A08102B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2610B47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FFA6B79" w14:textId="3DB1A0BF"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</w:t>
      </w:r>
      <w:r w:rsidR="00EC5153">
        <w:rPr>
          <w:rFonts w:asciiTheme="minorHAnsi" w:eastAsia="MS Mincho" w:hAnsiTheme="minorHAnsi" w:cstheme="minorHAnsi"/>
          <w:b/>
          <w:lang w:eastAsia="en-US"/>
        </w:rPr>
        <w:t>6</w:t>
      </w:r>
    </w:p>
    <w:p w14:paraId="54F9E223" w14:textId="77777777"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14:paraId="1165491C" w14:textId="77777777"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14:paraId="75B27C54" w14:textId="77777777"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14:paraId="5B589574" w14:textId="77777777"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privind fundamentarea costurilor</w:t>
      </w:r>
    </w:p>
    <w:p w14:paraId="706A758E" w14:textId="77777777"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3F2CB070" w14:textId="77777777"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3079893D" w14:textId="77777777"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4192A6C0" w14:textId="77777777" w:rsidR="00924776" w:rsidRPr="007801F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14:paraId="3213F96E" w14:textId="77777777"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14:paraId="4354B718" w14:textId="77777777"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(nr proiect- DALI/SF/PT)</w:t>
      </w:r>
      <w:r w:rsidRPr="007801F5">
        <w:rPr>
          <w:rFonts w:asciiTheme="minorHAnsi" w:eastAsia="MS Mincho" w:hAnsiTheme="minorHAnsi" w:cstheme="minorHAnsi"/>
          <w:lang w:eastAsia="en-US"/>
        </w:rPr>
        <w:t>,  cu titlul ........................................................................ (</w:t>
      </w:r>
      <w:r w:rsidRPr="007801F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7801F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Pr="007801F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7801F5">
        <w:rPr>
          <w:rFonts w:asciiTheme="minorHAnsi" w:eastAsia="MS Mincho" w:hAnsiTheme="minorHAnsi" w:cstheme="minorHAnsi"/>
          <w:lang w:eastAsia="en-US"/>
        </w:rPr>
        <w:t>sunt propuse lucrări/echipamente/dotări, ale căror costuri au fost stabilite după cum urmează:</w:t>
      </w:r>
    </w:p>
    <w:p w14:paraId="2400EE29" w14:textId="77777777" w:rsidR="00924776" w:rsidRPr="007801F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14:paraId="52BD5796" w14:textId="77777777"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7801F5" w14:paraId="7B118465" w14:textId="77777777" w:rsidTr="00F14CFD">
        <w:tc>
          <w:tcPr>
            <w:tcW w:w="4644" w:type="dxa"/>
            <w:vAlign w:val="center"/>
          </w:tcPr>
          <w:p w14:paraId="44D5F447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  <w:r w:rsidRPr="00D223E3">
              <w:rPr>
                <w:rFonts w:asciiTheme="minorHAnsi" w:hAnsiTheme="minorHAnsi" w:cstheme="minorHAnsi"/>
                <w:b/>
                <w:bCs/>
                <w:lang w:val="pt-BR" w:eastAsia="en-US"/>
              </w:rPr>
              <w:t>Categorie de lucrări/ echipamente/servicii</w:t>
            </w:r>
          </w:p>
        </w:tc>
        <w:tc>
          <w:tcPr>
            <w:tcW w:w="4678" w:type="dxa"/>
            <w:vAlign w:val="center"/>
          </w:tcPr>
          <w:p w14:paraId="5F091903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  <w:r w:rsidRPr="00D223E3">
              <w:rPr>
                <w:rFonts w:asciiTheme="minorHAnsi" w:hAnsiTheme="minorHAnsi" w:cstheme="minorHAnsi"/>
                <w:b/>
                <w:bCs/>
                <w:lang w:val="pt-BR" w:eastAsia="en-US"/>
              </w:rPr>
              <w:t>Documente justificative care stau la baza stabilirii costului aferent*</w:t>
            </w:r>
          </w:p>
        </w:tc>
      </w:tr>
      <w:tr w:rsidR="00924776" w:rsidRPr="007801F5" w14:paraId="1E55F244" w14:textId="77777777" w:rsidTr="00F14CFD">
        <w:tc>
          <w:tcPr>
            <w:tcW w:w="4644" w:type="dxa"/>
            <w:vAlign w:val="center"/>
          </w:tcPr>
          <w:p w14:paraId="6A10FDA4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</w:p>
        </w:tc>
        <w:tc>
          <w:tcPr>
            <w:tcW w:w="4678" w:type="dxa"/>
            <w:vAlign w:val="center"/>
          </w:tcPr>
          <w:p w14:paraId="28DF6C99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</w:p>
        </w:tc>
      </w:tr>
      <w:tr w:rsidR="00924776" w:rsidRPr="007801F5" w14:paraId="0F47EE48" w14:textId="77777777" w:rsidTr="00F14CFD">
        <w:tc>
          <w:tcPr>
            <w:tcW w:w="4644" w:type="dxa"/>
            <w:vAlign w:val="center"/>
          </w:tcPr>
          <w:p w14:paraId="623BD585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</w:p>
        </w:tc>
        <w:tc>
          <w:tcPr>
            <w:tcW w:w="4678" w:type="dxa"/>
            <w:vAlign w:val="center"/>
          </w:tcPr>
          <w:p w14:paraId="2C7B3FB6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</w:p>
        </w:tc>
      </w:tr>
      <w:tr w:rsidR="00924776" w:rsidRPr="007801F5" w14:paraId="428D3A6C" w14:textId="77777777" w:rsidTr="00F14CFD">
        <w:tc>
          <w:tcPr>
            <w:tcW w:w="4644" w:type="dxa"/>
            <w:vAlign w:val="center"/>
          </w:tcPr>
          <w:p w14:paraId="558CE65E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</w:p>
        </w:tc>
        <w:tc>
          <w:tcPr>
            <w:tcW w:w="4678" w:type="dxa"/>
            <w:vAlign w:val="center"/>
          </w:tcPr>
          <w:p w14:paraId="196E966B" w14:textId="77777777" w:rsidR="00924776" w:rsidRPr="00D223E3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pt-BR" w:eastAsia="en-US"/>
              </w:rPr>
            </w:pPr>
          </w:p>
        </w:tc>
      </w:tr>
    </w:tbl>
    <w:p w14:paraId="3F0719E0" w14:textId="77777777"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14:paraId="0E787BA6" w14:textId="77777777"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14:paraId="3F2C378B" w14:textId="77777777"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7801F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14:paraId="1E5B97BB" w14:textId="77777777"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14:paraId="3AD8984E" w14:textId="77777777"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7801F5" w14:paraId="4127769C" w14:textId="77777777" w:rsidTr="00F14CFD">
        <w:tc>
          <w:tcPr>
            <w:tcW w:w="4703" w:type="dxa"/>
          </w:tcPr>
          <w:p w14:paraId="2257CB18" w14:textId="77777777"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7801F5">
              <w:rPr>
                <w:rFonts w:asciiTheme="minorHAnsi" w:hAnsiTheme="minorHAnsi" w:cstheme="minorHAnsi"/>
                <w:lang w:eastAsia="en-US"/>
              </w:rPr>
              <w:t>Semnătură proiectant</w:t>
            </w:r>
          </w:p>
          <w:p w14:paraId="1D171AA2" w14:textId="77777777"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703" w:type="dxa"/>
          </w:tcPr>
          <w:p w14:paraId="1A657433" w14:textId="77777777"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7801F5">
              <w:rPr>
                <w:rFonts w:asciiTheme="minorHAnsi" w:hAnsiTheme="minorHAnsi" w:cstheme="minorHAnsi"/>
                <w:lang w:eastAsia="en-US"/>
              </w:rPr>
              <w:t xml:space="preserve">                                                 Data:</w:t>
            </w:r>
          </w:p>
        </w:tc>
      </w:tr>
      <w:tr w:rsidR="00924776" w:rsidRPr="00924776" w14:paraId="482FE105" w14:textId="77777777" w:rsidTr="00F14CFD">
        <w:trPr>
          <w:trHeight w:val="245"/>
        </w:trPr>
        <w:tc>
          <w:tcPr>
            <w:tcW w:w="4703" w:type="dxa"/>
          </w:tcPr>
          <w:p w14:paraId="21FE0D59" w14:textId="77777777"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  <w:tc>
          <w:tcPr>
            <w:tcW w:w="4703" w:type="dxa"/>
          </w:tcPr>
          <w:p w14:paraId="2A52DE88" w14:textId="77777777"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</w:tr>
    </w:tbl>
    <w:p w14:paraId="6FD85FF2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5AE5ACAA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381DE95F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6E8EC5C3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7645CB63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6E98976A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6EF5A07C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601AB34D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7B5D6D5B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4A393AD6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10930A79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7405788E" w14:textId="77777777" w:rsidR="00E31672" w:rsidRDefault="00924776" w:rsidP="00924776">
      <w:pPr>
        <w:jc w:val="both"/>
      </w:pPr>
      <w:r w:rsidRPr="00924776">
        <w:rPr>
          <w:rFonts w:eastAsia="MS Mincho"/>
          <w:lang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="00E31672">
        <w:t xml:space="preserve"> </w:t>
      </w:r>
    </w:p>
    <w:sectPr w:rsidR="00E31672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FBEC" w14:textId="77777777" w:rsidR="006F14B9" w:rsidRDefault="006F14B9">
      <w:r>
        <w:separator/>
      </w:r>
    </w:p>
  </w:endnote>
  <w:endnote w:type="continuationSeparator" w:id="0">
    <w:p w14:paraId="3DEA942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1B716E5" w14:textId="77777777">
      <w:trPr>
        <w:cantSplit/>
        <w:trHeight w:hRule="exact" w:val="340"/>
        <w:hidden/>
      </w:trPr>
      <w:tc>
        <w:tcPr>
          <w:tcW w:w="9210" w:type="dxa"/>
        </w:tcPr>
        <w:p w14:paraId="4214596A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07F60B70" w14:textId="77777777" w:rsidR="00F12E7F" w:rsidRDefault="00924776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5D2A01B7" wp14:editId="2F90B80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EFAEC4" wp14:editId="4F107C1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DE81E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FAEC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08DE81E6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674F42A" wp14:editId="0FC7D47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D83DB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74F42A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47D83DB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F821A" wp14:editId="399EC5E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53F56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2CB86AF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4FAA325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2F821A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21353F56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2CB86AF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4FAA325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B1A4FEA" wp14:editId="5B787995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217CAA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753D" w14:textId="77777777" w:rsidR="00072DDE" w:rsidRDefault="00924776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768286C" wp14:editId="51E3ABB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0A989" wp14:editId="19B4BCD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788F45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0A98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58788F45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5BE7128" wp14:editId="3607E393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9FB2A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BE7128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149FB2A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7B24249" wp14:editId="3CA5DA1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8CD3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E74DC2A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42F31C4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B24249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3CC8CD32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E74DC2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42F31C4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41AC6997" wp14:editId="0E5B996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D7A76" w14:textId="77777777" w:rsidR="006F14B9" w:rsidRDefault="006F14B9">
      <w:r>
        <w:separator/>
      </w:r>
    </w:p>
  </w:footnote>
  <w:footnote w:type="continuationSeparator" w:id="0">
    <w:p w14:paraId="6AEB81BE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86FFE" w14:textId="77777777" w:rsidR="002B3BB9" w:rsidRPr="00851382" w:rsidRDefault="00924776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D8B97AF" wp14:editId="7F46E0C6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8CC32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15E9AD1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8B97AF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6B18CC32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15E9AD1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88A9" w14:textId="77777777" w:rsidR="002B3BB9" w:rsidRDefault="00924776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37DD1E19" wp14:editId="38D87E2C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646D36B3" wp14:editId="4CD84D43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118F42F" wp14:editId="555C77AE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171251">
    <w:abstractNumId w:val="1"/>
  </w:num>
  <w:num w:numId="2" w16cid:durableId="957446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801F5"/>
    <w:rsid w:val="007A69A6"/>
    <w:rsid w:val="007C403D"/>
    <w:rsid w:val="00851382"/>
    <w:rsid w:val="0088290B"/>
    <w:rsid w:val="008C26CE"/>
    <w:rsid w:val="008E7688"/>
    <w:rsid w:val="00924776"/>
    <w:rsid w:val="00936CF8"/>
    <w:rsid w:val="0095716B"/>
    <w:rsid w:val="009F711B"/>
    <w:rsid w:val="00A06DE4"/>
    <w:rsid w:val="00A126FE"/>
    <w:rsid w:val="00AE4990"/>
    <w:rsid w:val="00B15233"/>
    <w:rsid w:val="00BD3175"/>
    <w:rsid w:val="00C05C7A"/>
    <w:rsid w:val="00C82AD1"/>
    <w:rsid w:val="00C916A3"/>
    <w:rsid w:val="00CC6C98"/>
    <w:rsid w:val="00D22014"/>
    <w:rsid w:val="00D223E3"/>
    <w:rsid w:val="00D94812"/>
    <w:rsid w:val="00DD113C"/>
    <w:rsid w:val="00E31672"/>
    <w:rsid w:val="00E753B1"/>
    <w:rsid w:val="00EC5153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2F7D7BA9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elgril">
    <w:name w:val="Table Grid"/>
    <w:basedOn w:val="Tabel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23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5F4AC-3D22-4F0D-8510-94872DB3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2</Pages>
  <Words>167</Words>
  <Characters>1330</Characters>
  <Application>Microsoft Office Word</Application>
  <DocSecurity>0</DocSecurity>
  <Lines>11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1495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6</cp:revision>
  <cp:lastPrinted>2022-03-29T08:07:00Z</cp:lastPrinted>
  <dcterms:created xsi:type="dcterms:W3CDTF">2023-05-29T10:11:00Z</dcterms:created>
  <dcterms:modified xsi:type="dcterms:W3CDTF">2024-02-01T11:18:00Z</dcterms:modified>
</cp:coreProperties>
</file>